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061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354C8" w:rsidRPr="00E354C8" w14:paraId="1124831F" w14:textId="77777777" w:rsidTr="00F322E3">
        <w:tc>
          <w:tcPr>
            <w:tcW w:w="4261" w:type="dxa"/>
          </w:tcPr>
          <w:p w14:paraId="2BED831D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Tin (II) oxide</w:t>
            </w:r>
          </w:p>
        </w:tc>
        <w:tc>
          <w:tcPr>
            <w:tcW w:w="4261" w:type="dxa"/>
          </w:tcPr>
          <w:p w14:paraId="51CBC3D4" w14:textId="6760F793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SnO</w:t>
            </w:r>
            <w:proofErr w:type="spellEnd"/>
          </w:p>
        </w:tc>
      </w:tr>
      <w:tr w:rsidR="00E354C8" w:rsidRPr="00E354C8" w14:paraId="573B14C4" w14:textId="77777777" w:rsidTr="00F322E3">
        <w:tc>
          <w:tcPr>
            <w:tcW w:w="4261" w:type="dxa"/>
          </w:tcPr>
          <w:p w14:paraId="40C6ED57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Aluminum sulfate</w:t>
            </w:r>
          </w:p>
        </w:tc>
        <w:tc>
          <w:tcPr>
            <w:tcW w:w="4261" w:type="dxa"/>
          </w:tcPr>
          <w:p w14:paraId="2A8BFB79" w14:textId="27C1A3C3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(SO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504455F8" w14:textId="77777777" w:rsidTr="00F322E3">
        <w:tc>
          <w:tcPr>
            <w:tcW w:w="4261" w:type="dxa"/>
          </w:tcPr>
          <w:p w14:paraId="10988BCE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Potassium oxalate</w:t>
            </w:r>
          </w:p>
        </w:tc>
        <w:tc>
          <w:tcPr>
            <w:tcW w:w="4261" w:type="dxa"/>
          </w:tcPr>
          <w:p w14:paraId="47382731" w14:textId="40548508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54C8" w:rsidRPr="00E354C8" w14:paraId="358748C2" w14:textId="77777777" w:rsidTr="00F322E3">
        <w:tc>
          <w:tcPr>
            <w:tcW w:w="4261" w:type="dxa"/>
          </w:tcPr>
          <w:p w14:paraId="68A2FCC2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Mercury (II) phosphide</w:t>
            </w:r>
          </w:p>
        </w:tc>
        <w:tc>
          <w:tcPr>
            <w:tcW w:w="4261" w:type="dxa"/>
          </w:tcPr>
          <w:p w14:paraId="4FC78D5F" w14:textId="4328DEF4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Hg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14C28684" w14:textId="77777777" w:rsidTr="00F322E3">
        <w:tc>
          <w:tcPr>
            <w:tcW w:w="4261" w:type="dxa"/>
          </w:tcPr>
          <w:p w14:paraId="21FF0CC0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Iron (III) nitride</w:t>
            </w:r>
          </w:p>
        </w:tc>
        <w:tc>
          <w:tcPr>
            <w:tcW w:w="4261" w:type="dxa"/>
          </w:tcPr>
          <w:p w14:paraId="5098E629" w14:textId="10FFD770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FeN</w:t>
            </w:r>
            <w:proofErr w:type="spellEnd"/>
          </w:p>
        </w:tc>
      </w:tr>
      <w:tr w:rsidR="00E354C8" w:rsidRPr="00E354C8" w14:paraId="7922DA70" w14:textId="77777777" w:rsidTr="00F322E3">
        <w:tc>
          <w:tcPr>
            <w:tcW w:w="4261" w:type="dxa"/>
          </w:tcPr>
          <w:p w14:paraId="05AF44B5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Copper (II) hydroxide</w:t>
            </w:r>
          </w:p>
        </w:tc>
        <w:tc>
          <w:tcPr>
            <w:tcW w:w="4261" w:type="dxa"/>
          </w:tcPr>
          <w:p w14:paraId="2FEB838F" w14:textId="6C82AC47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Cu(OH)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4B1D39C9" w14:textId="77777777" w:rsidTr="00F322E3">
        <w:tc>
          <w:tcPr>
            <w:tcW w:w="4261" w:type="dxa"/>
          </w:tcPr>
          <w:p w14:paraId="4923048E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Barium chlorate</w:t>
            </w:r>
          </w:p>
        </w:tc>
        <w:tc>
          <w:tcPr>
            <w:tcW w:w="4261" w:type="dxa"/>
          </w:tcPr>
          <w:p w14:paraId="5F729DD1" w14:textId="5D016257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Ba(ClO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297D6104" w14:textId="77777777" w:rsidTr="00F322E3">
        <w:trPr>
          <w:trHeight w:val="291"/>
        </w:trPr>
        <w:tc>
          <w:tcPr>
            <w:tcW w:w="4261" w:type="dxa"/>
          </w:tcPr>
          <w:p w14:paraId="3B3EAC36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Zinc fluoride</w:t>
            </w:r>
          </w:p>
        </w:tc>
        <w:tc>
          <w:tcPr>
            <w:tcW w:w="4261" w:type="dxa"/>
          </w:tcPr>
          <w:p w14:paraId="6E616570" w14:textId="6FE4812E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ZnF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7B15239F" w14:textId="77777777" w:rsidTr="00F322E3">
        <w:trPr>
          <w:trHeight w:val="291"/>
        </w:trPr>
        <w:tc>
          <w:tcPr>
            <w:tcW w:w="4261" w:type="dxa"/>
          </w:tcPr>
          <w:p w14:paraId="49FF9C83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Tin (IV) chromate</w:t>
            </w:r>
          </w:p>
        </w:tc>
        <w:tc>
          <w:tcPr>
            <w:tcW w:w="4261" w:type="dxa"/>
          </w:tcPr>
          <w:p w14:paraId="6E24210F" w14:textId="487201B6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(CrO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E354C8" w:rsidRPr="00E354C8" w14:paraId="475788F9" w14:textId="77777777" w:rsidTr="00F322E3">
        <w:trPr>
          <w:trHeight w:val="291"/>
        </w:trPr>
        <w:tc>
          <w:tcPr>
            <w:tcW w:w="4261" w:type="dxa"/>
          </w:tcPr>
          <w:p w14:paraId="75048F9B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Lithium sulfite</w:t>
            </w:r>
          </w:p>
        </w:tc>
        <w:tc>
          <w:tcPr>
            <w:tcW w:w="4261" w:type="dxa"/>
          </w:tcPr>
          <w:p w14:paraId="4B062F75" w14:textId="7833A737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46315B72" w14:textId="77777777" w:rsidTr="00F322E3">
        <w:trPr>
          <w:trHeight w:val="291"/>
        </w:trPr>
        <w:tc>
          <w:tcPr>
            <w:tcW w:w="4261" w:type="dxa"/>
          </w:tcPr>
          <w:p w14:paraId="042EA0C3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Silver nitrate</w:t>
            </w:r>
          </w:p>
        </w:tc>
        <w:tc>
          <w:tcPr>
            <w:tcW w:w="4261" w:type="dxa"/>
          </w:tcPr>
          <w:p w14:paraId="0BDA0653" w14:textId="3517BEFA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AgNO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40A9A64F" w14:textId="77777777" w:rsidTr="00F322E3">
        <w:trPr>
          <w:trHeight w:val="291"/>
        </w:trPr>
        <w:tc>
          <w:tcPr>
            <w:tcW w:w="4261" w:type="dxa"/>
          </w:tcPr>
          <w:p w14:paraId="6E8DEE37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Potassium permanganate</w:t>
            </w:r>
          </w:p>
        </w:tc>
        <w:tc>
          <w:tcPr>
            <w:tcW w:w="4261" w:type="dxa"/>
          </w:tcPr>
          <w:p w14:paraId="55F8B0F6" w14:textId="7BFDC91F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KMnO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E354C8" w:rsidRPr="00E354C8" w14:paraId="493A2534" w14:textId="77777777" w:rsidTr="00F322E3">
        <w:trPr>
          <w:trHeight w:val="291"/>
        </w:trPr>
        <w:tc>
          <w:tcPr>
            <w:tcW w:w="4261" w:type="dxa"/>
          </w:tcPr>
          <w:p w14:paraId="475DEF7A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Calcium acetate</w:t>
            </w:r>
          </w:p>
        </w:tc>
        <w:tc>
          <w:tcPr>
            <w:tcW w:w="4261" w:type="dxa"/>
          </w:tcPr>
          <w:p w14:paraId="79B8FFCC" w14:textId="6C1DAFBD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(C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29CF6A92" w14:textId="77777777" w:rsidTr="00F322E3">
        <w:trPr>
          <w:trHeight w:val="291"/>
        </w:trPr>
        <w:tc>
          <w:tcPr>
            <w:tcW w:w="4261" w:type="dxa"/>
          </w:tcPr>
          <w:p w14:paraId="56B20B8A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Magnesium bromide</w:t>
            </w:r>
          </w:p>
        </w:tc>
        <w:tc>
          <w:tcPr>
            <w:tcW w:w="4261" w:type="dxa"/>
          </w:tcPr>
          <w:p w14:paraId="07718A33" w14:textId="7C85553D" w:rsidR="00E354C8" w:rsidRPr="00E354C8" w:rsidRDefault="00DF5226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MgBr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31F5DBDA" w14:textId="77777777" w:rsidTr="00F322E3">
        <w:trPr>
          <w:trHeight w:val="291"/>
        </w:trPr>
        <w:tc>
          <w:tcPr>
            <w:tcW w:w="4261" w:type="dxa"/>
          </w:tcPr>
          <w:p w14:paraId="153824AE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Ammonium carbonate</w:t>
            </w:r>
          </w:p>
        </w:tc>
        <w:tc>
          <w:tcPr>
            <w:tcW w:w="4261" w:type="dxa"/>
          </w:tcPr>
          <w:p w14:paraId="25E3DF2F" w14:textId="550B7471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F5226"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78092286" w14:textId="77777777" w:rsidTr="00F322E3">
        <w:trPr>
          <w:trHeight w:val="291"/>
        </w:trPr>
        <w:tc>
          <w:tcPr>
            <w:tcW w:w="4261" w:type="dxa"/>
          </w:tcPr>
          <w:p w14:paraId="40000280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Sodium dichromate</w:t>
            </w:r>
          </w:p>
        </w:tc>
        <w:tc>
          <w:tcPr>
            <w:tcW w:w="4261" w:type="dxa"/>
          </w:tcPr>
          <w:p w14:paraId="5B6CCD34" w14:textId="6005AD3C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O7</w:t>
            </w:r>
          </w:p>
        </w:tc>
      </w:tr>
      <w:tr w:rsidR="00E354C8" w:rsidRPr="00E354C8" w14:paraId="65C9F53A" w14:textId="77777777" w:rsidTr="00F322E3">
        <w:trPr>
          <w:trHeight w:val="291"/>
        </w:trPr>
        <w:tc>
          <w:tcPr>
            <w:tcW w:w="4261" w:type="dxa"/>
          </w:tcPr>
          <w:p w14:paraId="117E5855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Copper (II) nitrite</w:t>
            </w:r>
          </w:p>
        </w:tc>
        <w:tc>
          <w:tcPr>
            <w:tcW w:w="4261" w:type="dxa"/>
          </w:tcPr>
          <w:p w14:paraId="370F6CB4" w14:textId="55F0E0E8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Cu(NO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0835E965" w14:textId="77777777" w:rsidTr="00F322E3">
        <w:trPr>
          <w:trHeight w:val="291"/>
        </w:trPr>
        <w:tc>
          <w:tcPr>
            <w:tcW w:w="4261" w:type="dxa"/>
          </w:tcPr>
          <w:p w14:paraId="0FD1A8FC" w14:textId="0126A630" w:rsidR="00E354C8" w:rsidRPr="00E354C8" w:rsidRDefault="006F4E11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4DA2C419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156210</wp:posOffset>
                      </wp:positionV>
                      <wp:extent cx="438150" cy="0"/>
                      <wp:effectExtent l="0" t="0" r="0" b="19050"/>
                      <wp:wrapNone/>
                      <wp:docPr id="5" name="直接连接符​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12.3pt" to="96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" strokecolor="black [320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editId="30A65B7B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108585</wp:posOffset>
                      </wp:positionV>
                      <wp:extent cx="371475" cy="47625"/>
                      <wp:effectExtent l="0" t="0" r="9525" b="9525"/>
                      <wp:wrapNone/>
                      <wp:docPr id="3" name="直接连接符​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475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8.55pt" to="96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" strokecolor="black [320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editId="71859B4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108585</wp:posOffset>
                      </wp:positionV>
                      <wp:extent cx="485775" cy="47625"/>
                      <wp:effectExtent l="0" t="0" r="0" b="9525"/>
                      <wp:wrapNone/>
                      <wp:docPr id="2" name="直接连接符​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5775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8.55pt" to="100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" strokecolor="black [3200]"/>
                  </w:pict>
                </mc:Fallback>
              </mc:AlternateContent>
            </w:r>
            <w:r w:rsidR="00E354C8" w:rsidRPr="00263F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Magnesium hydrogen carbonate</w:t>
            </w:r>
          </w:p>
        </w:tc>
        <w:tc>
          <w:tcPr>
            <w:tcW w:w="4261" w:type="dxa"/>
          </w:tcPr>
          <w:p w14:paraId="794C8922" w14:textId="20DD1886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MgCO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4FBB694D" w14:textId="77777777" w:rsidTr="00F322E3">
        <w:trPr>
          <w:trHeight w:val="291"/>
        </w:trPr>
        <w:tc>
          <w:tcPr>
            <w:tcW w:w="4261" w:type="dxa"/>
          </w:tcPr>
          <w:p w14:paraId="17478DE7" w14:textId="00CDE3A7" w:rsidR="00E354C8" w:rsidRPr="00E354C8" w:rsidRDefault="006F4E11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editId="748E3752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113665</wp:posOffset>
                      </wp:positionV>
                      <wp:extent cx="438150" cy="0"/>
                      <wp:effectExtent l="0" t="0" r="0" b="19050"/>
                      <wp:wrapNone/>
                      <wp:docPr id="7" name="直接连接符​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8.95pt" to="77.2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" strokecolor="black [320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editId="449770C4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113665</wp:posOffset>
                      </wp:positionV>
                      <wp:extent cx="495300" cy="28575"/>
                      <wp:effectExtent l="0" t="0" r="0" b="9525"/>
                      <wp:wrapNone/>
                      <wp:docPr id="6" name="直接连接符​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530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8.95pt" to="81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" strokecolor="black [3200]"/>
                  </w:pict>
                </mc:Fallback>
              </mc:AlternateContent>
            </w:r>
            <w:r w:rsidR="00E354C8" w:rsidRPr="00263F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Iron (II) hydrogen sulfate</w:t>
            </w:r>
          </w:p>
        </w:tc>
        <w:tc>
          <w:tcPr>
            <w:tcW w:w="4261" w:type="dxa"/>
          </w:tcPr>
          <w:p w14:paraId="2F1B91F6" w14:textId="62989791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(SO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3F13E66C" w14:textId="77777777" w:rsidTr="00F322E3">
        <w:trPr>
          <w:trHeight w:val="291"/>
        </w:trPr>
        <w:tc>
          <w:tcPr>
            <w:tcW w:w="4261" w:type="dxa"/>
          </w:tcPr>
          <w:p w14:paraId="63C38E21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Calcium hypochlorite</w:t>
            </w:r>
          </w:p>
        </w:tc>
        <w:tc>
          <w:tcPr>
            <w:tcW w:w="4261" w:type="dxa"/>
          </w:tcPr>
          <w:p w14:paraId="60307C0D" w14:textId="3A378055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CaClO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3396EBED" w14:textId="77777777" w:rsidTr="00F322E3">
        <w:trPr>
          <w:trHeight w:val="291"/>
        </w:trPr>
        <w:tc>
          <w:tcPr>
            <w:tcW w:w="4261" w:type="dxa"/>
          </w:tcPr>
          <w:p w14:paraId="797BA60E" w14:textId="52FE3481" w:rsidR="00E354C8" w:rsidRPr="00E354C8" w:rsidRDefault="006F4E11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Hydr</w:t>
            </w:r>
            <w:r w:rsidR="00263F94" w:rsidRPr="00263F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chloric</w:t>
            </w:r>
            <w:r w:rsidR="00E354C8" w:rsidRPr="00263F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acid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</w:tcPr>
          <w:p w14:paraId="179E6BB6" w14:textId="27F3C598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</w:p>
        </w:tc>
      </w:tr>
      <w:tr w:rsidR="00E354C8" w:rsidRPr="00E354C8" w14:paraId="29870AE2" w14:textId="77777777" w:rsidTr="00F322E3">
        <w:trPr>
          <w:trHeight w:val="291"/>
        </w:trPr>
        <w:tc>
          <w:tcPr>
            <w:tcW w:w="4261" w:type="dxa"/>
          </w:tcPr>
          <w:p w14:paraId="3FE5AF86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Zinc oxide</w:t>
            </w:r>
          </w:p>
        </w:tc>
        <w:tc>
          <w:tcPr>
            <w:tcW w:w="4261" w:type="dxa"/>
          </w:tcPr>
          <w:p w14:paraId="698B8C02" w14:textId="4DF01D4D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ZnO</w:t>
            </w:r>
            <w:proofErr w:type="spellEnd"/>
          </w:p>
        </w:tc>
      </w:tr>
      <w:tr w:rsidR="00E354C8" w:rsidRPr="00E354C8" w14:paraId="776B56F0" w14:textId="77777777" w:rsidTr="00F322E3">
        <w:trPr>
          <w:trHeight w:val="291"/>
        </w:trPr>
        <w:tc>
          <w:tcPr>
            <w:tcW w:w="4261" w:type="dxa"/>
          </w:tcPr>
          <w:p w14:paraId="3CB957FE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Nitrous acid</w:t>
            </w:r>
          </w:p>
        </w:tc>
        <w:tc>
          <w:tcPr>
            <w:tcW w:w="4261" w:type="dxa"/>
          </w:tcPr>
          <w:p w14:paraId="2D718796" w14:textId="6F2D1E1E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E354C8" w:rsidRPr="00E354C8" w14:paraId="2B6C69A1" w14:textId="77777777" w:rsidTr="00F322E3">
        <w:trPr>
          <w:trHeight w:val="291"/>
        </w:trPr>
        <w:tc>
          <w:tcPr>
            <w:tcW w:w="4261" w:type="dxa"/>
          </w:tcPr>
          <w:p w14:paraId="6BF32008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 xml:space="preserve">Silver sulfide </w:t>
            </w:r>
          </w:p>
        </w:tc>
        <w:tc>
          <w:tcPr>
            <w:tcW w:w="4261" w:type="dxa"/>
          </w:tcPr>
          <w:p w14:paraId="6920D3DB" w14:textId="0107142B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354C8" w:rsidRPr="00E354C8" w14:paraId="0025A687" w14:textId="77777777" w:rsidTr="00F322E3">
        <w:trPr>
          <w:trHeight w:val="291"/>
        </w:trPr>
        <w:tc>
          <w:tcPr>
            <w:tcW w:w="4261" w:type="dxa"/>
          </w:tcPr>
          <w:p w14:paraId="791CFCA2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Cuprous oxide</w:t>
            </w:r>
          </w:p>
        </w:tc>
        <w:tc>
          <w:tcPr>
            <w:tcW w:w="4261" w:type="dxa"/>
          </w:tcPr>
          <w:p w14:paraId="6814C710" w14:textId="3B126A0F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E354C8" w:rsidRPr="00E354C8" w14:paraId="11C502AE" w14:textId="77777777" w:rsidTr="00F322E3">
        <w:trPr>
          <w:trHeight w:val="291"/>
        </w:trPr>
        <w:tc>
          <w:tcPr>
            <w:tcW w:w="4261" w:type="dxa"/>
          </w:tcPr>
          <w:p w14:paraId="3F724A3B" w14:textId="4F66B5B2" w:rsidR="00E354C8" w:rsidRPr="00E354C8" w:rsidRDefault="006F4E11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editId="00A611A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139700</wp:posOffset>
                      </wp:positionV>
                      <wp:extent cx="676275" cy="0"/>
                      <wp:effectExtent l="0" t="0" r="0" b="19050"/>
                      <wp:wrapNone/>
                      <wp:docPr id="10" name="直接连接符​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pt" to="5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" strokecolor="black [320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editId="5AE6480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82550</wp:posOffset>
                      </wp:positionV>
                      <wp:extent cx="619125" cy="57150"/>
                      <wp:effectExtent l="0" t="0" r="0" b="0"/>
                      <wp:wrapNone/>
                      <wp:docPr id="9" name="直接连接符​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6.5pt" to="5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" strokecolor="black [320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editId="7B98F78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82550</wp:posOffset>
                      </wp:positionV>
                      <wp:extent cx="723900" cy="57150"/>
                      <wp:effectExtent l="0" t="0" r="0" b="0"/>
                      <wp:wrapNone/>
                      <wp:docPr id="8" name="直接连接符​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3900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​​ 1" o:spid="_x0000_s1026" style="position:absolute;left:0;text-align:lef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6.5pt" to="62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" strokecolor="black [3200]"/>
                  </w:pict>
                </mc:Fallback>
              </mc:AlternateContent>
            </w:r>
            <w:r w:rsidR="00E354C8" w:rsidRPr="00263F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Boric acid</w:t>
            </w:r>
          </w:p>
        </w:tc>
        <w:tc>
          <w:tcPr>
            <w:tcW w:w="4261" w:type="dxa"/>
          </w:tcPr>
          <w:p w14:paraId="1E969453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4C8" w:rsidRPr="00E354C8" w14:paraId="204BA2F2" w14:textId="77777777" w:rsidTr="00F322E3">
        <w:trPr>
          <w:trHeight w:val="291"/>
        </w:trPr>
        <w:tc>
          <w:tcPr>
            <w:tcW w:w="4261" w:type="dxa"/>
          </w:tcPr>
          <w:p w14:paraId="4E048E79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Nitric acid</w:t>
            </w:r>
          </w:p>
        </w:tc>
        <w:tc>
          <w:tcPr>
            <w:tcW w:w="4261" w:type="dxa"/>
          </w:tcPr>
          <w:p w14:paraId="1FDA99D1" w14:textId="4D9E76C2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 w:rsidR="006F4E11" w:rsidRPr="001A00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354C8" w:rsidRPr="00E354C8" w14:paraId="17286EBB" w14:textId="77777777" w:rsidTr="00F322E3">
        <w:trPr>
          <w:trHeight w:val="291"/>
        </w:trPr>
        <w:tc>
          <w:tcPr>
            <w:tcW w:w="4261" w:type="dxa"/>
          </w:tcPr>
          <w:p w14:paraId="10B6E45A" w14:textId="77777777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4C8">
              <w:rPr>
                <w:rFonts w:ascii="Times New Roman" w:hAnsi="Times New Roman" w:cs="Times New Roman"/>
                <w:sz w:val="24"/>
                <w:szCs w:val="24"/>
              </w:rPr>
              <w:t>Ammonium cyanide</w:t>
            </w:r>
          </w:p>
        </w:tc>
        <w:tc>
          <w:tcPr>
            <w:tcW w:w="4261" w:type="dxa"/>
          </w:tcPr>
          <w:p w14:paraId="5362FA48" w14:textId="047D359F" w:rsidR="00E354C8" w:rsidRPr="00E354C8" w:rsidRDefault="00263F94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="006F4E11" w:rsidRPr="001A00F8">
              <w:rPr>
                <w:rStyle w:val="chemf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CN</w:t>
            </w:r>
          </w:p>
        </w:tc>
      </w:tr>
      <w:tr w:rsidR="00E354C8" w:rsidRPr="00E354C8" w14:paraId="5B695DE9" w14:textId="77777777" w:rsidTr="00F322E3">
        <w:trPr>
          <w:trHeight w:val="291"/>
        </w:trPr>
        <w:tc>
          <w:tcPr>
            <w:tcW w:w="4261" w:type="dxa"/>
          </w:tcPr>
          <w:p w14:paraId="052CB5DB" w14:textId="7E00D7CF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14:paraId="1F4955B2" w14:textId="28DE428B" w:rsidR="00E354C8" w:rsidRPr="00E354C8" w:rsidRDefault="00E354C8" w:rsidP="00F32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44A216" w14:textId="77777777" w:rsidR="00E354C8" w:rsidRPr="00F322E3" w:rsidRDefault="00F322E3" w:rsidP="00F322E3">
      <w:pPr>
        <w:ind w:firstLineChars="882" w:firstLine="2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48283046">
                <wp:simplePos x="0" y="0"/>
                <wp:positionH relativeFrom="column">
                  <wp:posOffset>3990975</wp:posOffset>
                </wp:positionH>
                <wp:positionV relativeFrom="paragraph">
                  <wp:posOffset>-9525</wp:posOffset>
                </wp:positionV>
                <wp:extent cx="257175" cy="257175"/>
                <wp:effectExtent l="0" t="0" r="9525" b="9525"/>
                <wp:wrapNone/>
                <wp:docPr id="4" name="笑脸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笑脸 1" o:spid="_x0000_s1026" type="#_x0000_t96" style="position:absolute;left:0;text-align:left;margin-left:314.25pt;margin-top:-.75pt;width:20.2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" fillcolor="white [3201]" strokecolor="#f79646 [3209]" strokeweight="2pt"/>
            </w:pict>
          </mc:Fallback>
        </mc:AlternateContent>
      </w:r>
      <w:r w:rsidRPr="00F322E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8D0DB33">
                <wp:simplePos x="0" y="0"/>
                <wp:positionH relativeFrom="column">
                  <wp:posOffset>981075</wp:posOffset>
                </wp:positionH>
                <wp:positionV relativeFrom="paragraph">
                  <wp:posOffset>-9525</wp:posOffset>
                </wp:positionV>
                <wp:extent cx="247650" cy="238125"/>
                <wp:effectExtent l="0" t="0" r="0" b="9525"/>
                <wp:wrapNone/>
                <wp:docPr id="1" name="笑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81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笑脸 1" o:spid="_x0000_s1026" type="#_x0000_t96" style="position:absolute;left:0;text-align:left;margin-left:77.25pt;margin-top:-.75pt;width:19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" fillcolor="white [3201]" strokecolor="#f79646 [3209]" strokeweight="2pt"/>
            </w:pict>
          </mc:Fallback>
        </mc:AlternateContent>
      </w:r>
      <w:r w:rsidR="00E354C8" w:rsidRPr="00F322E3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proofErr w:type="gramStart"/>
      <w:r w:rsidR="00E354C8" w:rsidRPr="00F322E3">
        <w:rPr>
          <w:rFonts w:ascii="Times New Roman" w:hAnsi="Times New Roman" w:cs="Times New Roman"/>
          <w:b/>
          <w:sz w:val="24"/>
          <w:szCs w:val="24"/>
        </w:rPr>
        <w:t>2  “</w:t>
      </w:r>
      <w:proofErr w:type="gramEnd"/>
      <w:r w:rsidR="00E354C8" w:rsidRPr="00F322E3">
        <w:rPr>
          <w:rFonts w:ascii="Times New Roman" w:hAnsi="Times New Roman" w:cs="Times New Roman"/>
          <w:b/>
          <w:sz w:val="24"/>
          <w:szCs w:val="24"/>
        </w:rPr>
        <w:t>Nomenclature Revisited”</w:t>
      </w:r>
    </w:p>
    <w:p w14:paraId="080B1C28" w14:textId="7A7AFE45" w:rsidR="00F1673D" w:rsidRPr="006F4E11" w:rsidRDefault="006F4E11">
      <w:pPr>
        <w:rPr>
          <w:rFonts w:ascii="Times New Roman" w:hAnsi="Times New Roman" w:cs="Times New Roman"/>
          <w:b/>
          <w:sz w:val="24"/>
          <w:szCs w:val="24"/>
        </w:rPr>
      </w:pPr>
      <w:r w:rsidRPr="006F4E11">
        <w:rPr>
          <w:rFonts w:ascii="Times New Roman" w:hAnsi="Times New Roman" w:cs="Times New Roman"/>
          <w:b/>
          <w:sz w:val="24"/>
          <w:szCs w:val="24"/>
        </w:rPr>
        <w:t>Answer Keys</w:t>
      </w:r>
    </w:p>
    <w:p w14:paraId="2D43EF3E" w14:textId="77777777" w:rsidR="00F322E3" w:rsidRDefault="00F322E3">
      <w:pPr>
        <w:rPr>
          <w:rFonts w:ascii="Times New Roman" w:hAnsi="Times New Roman" w:cs="Times New Roman"/>
          <w:sz w:val="24"/>
          <w:szCs w:val="24"/>
        </w:rPr>
      </w:pPr>
    </w:p>
    <w:p w14:paraId="223DE6A8" w14:textId="77777777" w:rsidR="00F322E3" w:rsidRDefault="00F322E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BC6794C" w14:textId="77777777" w:rsidR="00F322E3" w:rsidRPr="00E354C8" w:rsidRDefault="00F322E3">
      <w:pPr>
        <w:rPr>
          <w:rFonts w:ascii="Times New Roman" w:hAnsi="Times New Roman" w:cs="Times New Roman"/>
          <w:sz w:val="24"/>
          <w:szCs w:val="24"/>
        </w:rPr>
      </w:pPr>
    </w:p>
    <w:sectPr w:rsidR="00F322E3" w:rsidRPr="00E354C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C8"/>
    <w:rsid w:val="00263F94"/>
    <w:rsid w:val="006F4E11"/>
    <w:rsid w:val="00DF5226"/>
    <w:rsid w:val="00E354C8"/>
    <w:rsid w:val="00F1673D"/>
    <w:rsid w:val="00F3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3F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emf">
    <w:name w:val="chemf"/>
    <w:basedOn w:val="a0"/>
    <w:rsid w:val="006F4E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emf">
    <w:name w:val="chemf"/>
    <w:basedOn w:val="a0"/>
    <w:rsid w:val="006F4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82261-998D-41EF-BD85-B53A485E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2010-09-25T04:01:00Z</dcterms:created>
  <dcterms:modified xsi:type="dcterms:W3CDTF">2010-09-26T00:10:00Z</dcterms:modified>
</cp:coreProperties>
</file>